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91661" w14:textId="3561F09B" w:rsidR="00EE7779" w:rsidRPr="00B93E24" w:rsidRDefault="00EE7779" w:rsidP="002645FF">
      <w:pPr>
        <w:rPr>
          <w:b/>
        </w:rPr>
      </w:pPr>
      <w:r w:rsidRPr="00B93E24">
        <w:rPr>
          <w:rFonts w:cs="Arial"/>
          <w:b/>
        </w:rPr>
        <w:t xml:space="preserve">Příloha č. 1 </w:t>
      </w:r>
      <w:r w:rsidR="00D869F2">
        <w:rPr>
          <w:rFonts w:cs="Arial"/>
          <w:b/>
        </w:rPr>
        <w:t>Smlouvy o poskytování služeb</w:t>
      </w:r>
      <w:bookmarkStart w:id="0" w:name="_GoBack"/>
      <w:bookmarkEnd w:id="0"/>
    </w:p>
    <w:p w14:paraId="04CB784F" w14:textId="0971637C" w:rsidR="00EE7779" w:rsidRPr="00950ABA" w:rsidRDefault="00950ABA" w:rsidP="002645FF">
      <w:pPr>
        <w:rPr>
          <w:b/>
        </w:rPr>
      </w:pPr>
      <w:r w:rsidRPr="00950ABA">
        <w:rPr>
          <w:b/>
        </w:rPr>
        <w:t>Bližší specifikace Předmětu služeb</w:t>
      </w:r>
    </w:p>
    <w:p w14:paraId="66962EC4" w14:textId="7009A90B" w:rsidR="00EE7779" w:rsidRPr="00B93E24" w:rsidRDefault="00EE7779" w:rsidP="002645FF">
      <w:pPr>
        <w:rPr>
          <w:b/>
        </w:rPr>
      </w:pPr>
    </w:p>
    <w:p w14:paraId="1DCC52B2" w14:textId="0375E9F1" w:rsidR="00EE7779" w:rsidRPr="00B93E24" w:rsidRDefault="00EE7779" w:rsidP="002645FF">
      <w:pPr>
        <w:pStyle w:val="Odstavecseseznamem"/>
        <w:numPr>
          <w:ilvl w:val="1"/>
          <w:numId w:val="36"/>
        </w:numPr>
        <w:ind w:left="709" w:hanging="709"/>
      </w:pPr>
      <w:r w:rsidRPr="00B93E24">
        <w:rPr>
          <w:b/>
        </w:rPr>
        <w:t xml:space="preserve">Základní požadavky na parametry pro </w:t>
      </w:r>
      <w:r w:rsidR="00430FB5">
        <w:rPr>
          <w:b/>
        </w:rPr>
        <w:t>E</w:t>
      </w:r>
      <w:r w:rsidRPr="00B93E24">
        <w:rPr>
          <w:b/>
        </w:rPr>
        <w:t>HV a související podmínky:</w:t>
      </w:r>
    </w:p>
    <w:p w14:paraId="428D26C5" w14:textId="5D9C786C" w:rsidR="00EE7779" w:rsidRPr="00B93E24" w:rsidRDefault="00430FB5" w:rsidP="002645FF">
      <w:pPr>
        <w:spacing w:after="120"/>
        <w:ind w:left="709"/>
      </w:pPr>
      <w:r>
        <w:t>E</w:t>
      </w:r>
      <w:r w:rsidR="00EE7779" w:rsidRPr="00B93E24">
        <w:t>HV používaná k poskytování služeb musí splňovat tyto podmínky a parametry:</w:t>
      </w:r>
    </w:p>
    <w:p w14:paraId="3C151E92" w14:textId="3DA6F911" w:rsidR="00EE7779" w:rsidRPr="00B93E24" w:rsidRDefault="00EE7779" w:rsidP="002645FF">
      <w:pPr>
        <w:numPr>
          <w:ilvl w:val="0"/>
          <w:numId w:val="35"/>
        </w:numPr>
        <w:suppressAutoHyphens/>
        <w:spacing w:after="120" w:line="276" w:lineRule="auto"/>
      </w:pPr>
      <w:r w:rsidRPr="00B93E24">
        <w:t>být dvousystémová (DC 3 kV/AC 25 kV) čtyřnápravová elektrická lokomotiva o trvalém výkonu minimálně 5600 kW (na straně AC 25kV) s rychlostí nad 100 km/h</w:t>
      </w:r>
      <w:r w:rsidR="00B3648E" w:rsidRPr="00B93E24">
        <w:t>;</w:t>
      </w:r>
    </w:p>
    <w:p w14:paraId="38D129E9" w14:textId="736584FA" w:rsidR="00DA1569" w:rsidRPr="00430FB5" w:rsidRDefault="00DA1569" w:rsidP="002645FF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 w:rsidRPr="00430FB5">
        <w:t xml:space="preserve">schopnost dopravovat s kmenovým </w:t>
      </w:r>
      <w:r w:rsidR="00430FB5">
        <w:t>E</w:t>
      </w:r>
      <w:r w:rsidRPr="00430FB5">
        <w:t xml:space="preserve">HV popř. ve dvojici (vlaková </w:t>
      </w:r>
      <w:r w:rsidR="003F7787">
        <w:t>– postrk) vlaky odkloněné z traťového úseku</w:t>
      </w:r>
      <w:r w:rsidRPr="00430FB5">
        <w:t xml:space="preserve"> Brno-Maloměřice – Česká </w:t>
      </w:r>
      <w:r w:rsidR="007A5BFC">
        <w:t>T</w:t>
      </w:r>
      <w:r w:rsidRPr="00430FB5">
        <w:t>řebová na trať</w:t>
      </w:r>
      <w:r w:rsidR="003F7787">
        <w:t>ový úsek</w:t>
      </w:r>
      <w:r w:rsidRPr="00430FB5">
        <w:t xml:space="preserve"> Brno-Maloměřice – Kutná Hora“</w:t>
      </w:r>
      <w:r w:rsidR="005928FB">
        <w:t>;</w:t>
      </w:r>
    </w:p>
    <w:p w14:paraId="11429A10" w14:textId="4FEB8B7B" w:rsidR="00EE7779" w:rsidRPr="00B93E24" w:rsidRDefault="00EE7779" w:rsidP="002645FF">
      <w:pPr>
        <w:numPr>
          <w:ilvl w:val="0"/>
          <w:numId w:val="35"/>
        </w:numPr>
        <w:suppressAutoHyphens/>
        <w:spacing w:after="120" w:line="276" w:lineRule="auto"/>
      </w:pPr>
      <w:r w:rsidRPr="00B93E24">
        <w:t xml:space="preserve">schopnost dopravovat s kmenovým(i) </w:t>
      </w:r>
      <w:r w:rsidR="00430FB5">
        <w:t>E</w:t>
      </w:r>
      <w:r w:rsidRPr="00B93E24">
        <w:t>HV</w:t>
      </w:r>
      <w:r w:rsidR="004F3E53">
        <w:t xml:space="preserve"> </w:t>
      </w:r>
      <w:r w:rsidRPr="00B93E24">
        <w:t xml:space="preserve">popř. ve dvojicích (vlaková + postrk) vlaky s normativem hmotnosti </w:t>
      </w:r>
      <w:r w:rsidR="003F7787">
        <w:t>pro traťový úsek</w:t>
      </w:r>
      <w:r w:rsidRPr="00B93E24">
        <w:t xml:space="preserve"> Brno</w:t>
      </w:r>
      <w:r w:rsidR="009C4ACF">
        <w:t>-Maloměřice</w:t>
      </w:r>
      <w:r w:rsidR="003F7787">
        <w:t xml:space="preserve"> – Česká Třebová po traťovém úseku</w:t>
      </w:r>
      <w:r w:rsidRPr="00B93E24">
        <w:t xml:space="preserve"> Brno</w:t>
      </w:r>
      <w:r w:rsidR="009C4ACF">
        <w:t>-Maloměřice</w:t>
      </w:r>
      <w:r w:rsidRPr="00B93E24">
        <w:t xml:space="preserve"> – Kutná Hora</w:t>
      </w:r>
      <w:r w:rsidR="00430FB5">
        <w:t xml:space="preserve"> dle Přílohy č. 1 tohoto dokumentu</w:t>
      </w:r>
      <w:r w:rsidR="00B3648E" w:rsidRPr="00B93E24">
        <w:t>;</w:t>
      </w:r>
    </w:p>
    <w:p w14:paraId="431D152E" w14:textId="2CC0C540" w:rsidR="00EE7779" w:rsidRPr="00B93E24" w:rsidRDefault="00EE7779" w:rsidP="002645FF">
      <w:pPr>
        <w:numPr>
          <w:ilvl w:val="0"/>
          <w:numId w:val="35"/>
        </w:numPr>
        <w:suppressAutoHyphens/>
        <w:spacing w:after="120" w:line="276" w:lineRule="auto"/>
      </w:pPr>
      <w:r w:rsidRPr="00B93E24">
        <w:t>podmínku povolení provozu dvou činných vozidel stejného typu na jednom vlaku, a podmínku povolení provozu tohoto činného vozidla s činným vozidlem typu X4-E-Lok-AB (Vectron) na jednom vlaku</w:t>
      </w:r>
      <w:r w:rsidR="00B3648E" w:rsidRPr="00B93E24">
        <w:t>;</w:t>
      </w:r>
    </w:p>
    <w:p w14:paraId="337CA58B" w14:textId="1CE9CA0D" w:rsidR="00EE7779" w:rsidRDefault="002645FF" w:rsidP="002645FF">
      <w:pPr>
        <w:numPr>
          <w:ilvl w:val="0"/>
          <w:numId w:val="35"/>
        </w:numPr>
        <w:suppressAutoHyphens/>
        <w:spacing w:after="200" w:line="276" w:lineRule="auto"/>
      </w:pPr>
      <w:r>
        <w:t>E</w:t>
      </w:r>
      <w:r w:rsidR="00EE7779" w:rsidRPr="00B93E24">
        <w:t>HV musí technicky odpovídat plnému technickému stavu se schopností</w:t>
      </w:r>
      <w:r w:rsidR="004F3E53">
        <w:t xml:space="preserve"> </w:t>
      </w:r>
      <w:r w:rsidR="00B3648E" w:rsidRPr="00B93E24">
        <w:t>zajistit postrk a přípřež</w:t>
      </w:r>
      <w:r w:rsidR="00EE7779" w:rsidRPr="00B93E24">
        <w:t xml:space="preserve">, provoz </w:t>
      </w:r>
      <w:r>
        <w:t xml:space="preserve">EHV </w:t>
      </w:r>
      <w:r w:rsidR="00EE7779" w:rsidRPr="00B93E24">
        <w:t>bude zajišťován se všemi funkčními trakčními motory.</w:t>
      </w:r>
    </w:p>
    <w:p w14:paraId="685B7F34" w14:textId="77777777" w:rsidR="00B93E24" w:rsidRPr="00B93E24" w:rsidRDefault="00B93E24" w:rsidP="002645FF">
      <w:pPr>
        <w:suppressAutoHyphens/>
        <w:spacing w:after="200" w:line="276" w:lineRule="auto"/>
        <w:ind w:left="720"/>
      </w:pPr>
    </w:p>
    <w:p w14:paraId="03C458D3" w14:textId="17877358" w:rsidR="00EE7779" w:rsidRPr="00B93E24" w:rsidRDefault="00EE7779" w:rsidP="002645FF">
      <w:pPr>
        <w:pStyle w:val="Odstavecseseznamem"/>
        <w:numPr>
          <w:ilvl w:val="1"/>
          <w:numId w:val="36"/>
        </w:numPr>
        <w:spacing w:after="120"/>
        <w:ind w:left="709" w:hanging="709"/>
        <w:rPr>
          <w:rFonts w:cs="Arial"/>
          <w:b/>
        </w:rPr>
      </w:pPr>
      <w:r w:rsidRPr="00B93E24">
        <w:rPr>
          <w:rFonts w:cs="Arial"/>
          <w:b/>
          <w:u w:val="single"/>
        </w:rPr>
        <w:t xml:space="preserve">Požadavky na </w:t>
      </w:r>
      <w:r w:rsidR="005928FB">
        <w:rPr>
          <w:rFonts w:cs="Arial"/>
          <w:b/>
          <w:u w:val="single"/>
        </w:rPr>
        <w:t>Poskytovatele</w:t>
      </w:r>
      <w:r w:rsidR="00B3648E" w:rsidRPr="00B93E24">
        <w:rPr>
          <w:rFonts w:cs="Arial"/>
          <w:b/>
          <w:u w:val="single"/>
        </w:rPr>
        <w:t xml:space="preserve"> poskytujícího postrk a přípřež</w:t>
      </w:r>
      <w:r w:rsidRPr="00B93E24">
        <w:rPr>
          <w:rFonts w:cs="Arial"/>
          <w:b/>
          <w:u w:val="single"/>
        </w:rPr>
        <w:t>:</w:t>
      </w:r>
    </w:p>
    <w:p w14:paraId="1E90402A" w14:textId="3BF62B70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B93E24">
        <w:rPr>
          <w:rFonts w:cs="Arial"/>
        </w:rPr>
        <w:t xml:space="preserve">poskytnout 4 </w:t>
      </w:r>
      <w:r w:rsidR="002645FF">
        <w:rPr>
          <w:rFonts w:cs="Arial"/>
        </w:rPr>
        <w:t>E</w:t>
      </w:r>
      <w:r w:rsidRPr="00B93E24">
        <w:rPr>
          <w:rFonts w:cs="Arial"/>
        </w:rPr>
        <w:t>HV pohotov</w:t>
      </w:r>
      <w:r w:rsidR="007A5BFC">
        <w:rPr>
          <w:rFonts w:cs="Arial"/>
        </w:rPr>
        <w:t>á</w:t>
      </w:r>
      <w:r w:rsidRPr="00B93E24">
        <w:rPr>
          <w:rFonts w:cs="Arial"/>
        </w:rPr>
        <w:t xml:space="preserve"> ke službě včetně strojvedoucích  při zajištění pohotovosti 24/7; </w:t>
      </w:r>
    </w:p>
    <w:p w14:paraId="1EFA56DD" w14:textId="2EC45B1E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B93E24">
        <w:rPr>
          <w:rFonts w:cs="Arial"/>
        </w:rPr>
        <w:t xml:space="preserve">poskytnout </w:t>
      </w:r>
      <w:r w:rsidR="005928FB">
        <w:rPr>
          <w:rFonts w:cs="Arial"/>
        </w:rPr>
        <w:t>Objednateli</w:t>
      </w:r>
      <w:r w:rsidRPr="00B93E24">
        <w:rPr>
          <w:rFonts w:cs="Arial"/>
        </w:rPr>
        <w:t xml:space="preserve"> technické údaje pro IS REVOZ o jednotlivých </w:t>
      </w:r>
      <w:r w:rsidR="002645FF">
        <w:rPr>
          <w:rFonts w:cs="Arial"/>
        </w:rPr>
        <w:t>E</w:t>
      </w:r>
      <w:r w:rsidRPr="00B93E24">
        <w:rPr>
          <w:rFonts w:cs="Arial"/>
        </w:rPr>
        <w:t>HV (bude nutno poskytovat dopravcům, aby mohli do složení vlaku doplnit případný postrk/přípřež);</w:t>
      </w:r>
    </w:p>
    <w:p w14:paraId="04E31A54" w14:textId="77777777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B93E24">
        <w:rPr>
          <w:rFonts w:cs="Arial"/>
        </w:rPr>
        <w:t>zajistit a udržovat odbornou způsobilost svých zaměstnanců;</w:t>
      </w:r>
    </w:p>
    <w:p w14:paraId="1775CB48" w14:textId="32A0F22A" w:rsidR="00EE7779" w:rsidRPr="00B93E24" w:rsidRDefault="005928FB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>
        <w:rPr>
          <w:rFonts w:cs="Arial"/>
        </w:rPr>
        <w:t>Poskytovatel</w:t>
      </w:r>
      <w:r w:rsidR="00EE7779" w:rsidRPr="00B93E24">
        <w:rPr>
          <w:rFonts w:cs="Arial"/>
        </w:rPr>
        <w:t xml:space="preserve"> </w:t>
      </w:r>
      <w:r w:rsidR="00B3648E" w:rsidRPr="00B93E24">
        <w:rPr>
          <w:rFonts w:cs="Arial"/>
        </w:rPr>
        <w:t xml:space="preserve">poskytující postrk a přípřež </w:t>
      </w:r>
      <w:r w:rsidR="00EE7779" w:rsidRPr="00B93E24">
        <w:rPr>
          <w:rFonts w:cs="Arial"/>
        </w:rPr>
        <w:t xml:space="preserve">zajistí, aby </w:t>
      </w:r>
      <w:r>
        <w:rPr>
          <w:rFonts w:cs="Arial"/>
        </w:rPr>
        <w:t>E</w:t>
      </w:r>
      <w:r w:rsidR="00EE7779" w:rsidRPr="00B93E24">
        <w:rPr>
          <w:rFonts w:cs="Arial"/>
        </w:rPr>
        <w:t xml:space="preserve">HV byla trvale obsazena strojvedoucími (jejich střídání zajistí </w:t>
      </w:r>
      <w:r>
        <w:rPr>
          <w:rFonts w:cs="Arial"/>
        </w:rPr>
        <w:t>Poskytovatel</w:t>
      </w:r>
      <w:r w:rsidR="00EE7779" w:rsidRPr="00B93E24">
        <w:rPr>
          <w:rFonts w:cs="Arial"/>
        </w:rPr>
        <w:t xml:space="preserve"> tak, aby nenarušovalo </w:t>
      </w:r>
      <w:r w:rsidR="00B3648E" w:rsidRPr="00B93E24">
        <w:rPr>
          <w:rFonts w:cs="Arial"/>
        </w:rPr>
        <w:t>poskytování postrku a přípřeže</w:t>
      </w:r>
      <w:r w:rsidR="00EE7779" w:rsidRPr="00B93E24">
        <w:rPr>
          <w:rFonts w:cs="Arial"/>
        </w:rPr>
        <w:t>).</w:t>
      </w:r>
    </w:p>
    <w:p w14:paraId="1D043691" w14:textId="69BEC16C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  <w:b/>
        </w:rPr>
      </w:pPr>
      <w:r w:rsidRPr="00B93E24">
        <w:rPr>
          <w:rFonts w:cs="Arial"/>
        </w:rPr>
        <w:t xml:space="preserve">provozovat </w:t>
      </w:r>
      <w:r w:rsidR="002645FF">
        <w:rPr>
          <w:rFonts w:cs="Arial"/>
        </w:rPr>
        <w:t>E</w:t>
      </w:r>
      <w:r w:rsidRPr="00B93E24">
        <w:rPr>
          <w:rFonts w:cs="Arial"/>
        </w:rPr>
        <w:t xml:space="preserve">HV dle pokynů dispečerského aparátu </w:t>
      </w:r>
      <w:r w:rsidR="005928FB">
        <w:rPr>
          <w:rFonts w:cs="Arial"/>
        </w:rPr>
        <w:t>Objednatele</w:t>
      </w:r>
      <w:r w:rsidR="00B3648E" w:rsidRPr="00B93E24">
        <w:rPr>
          <w:rFonts w:cs="Arial"/>
        </w:rPr>
        <w:t>.</w:t>
      </w:r>
    </w:p>
    <w:p w14:paraId="45AE0F00" w14:textId="77777777" w:rsidR="00EE7779" w:rsidRPr="00B93E24" w:rsidRDefault="00EE7779" w:rsidP="002645FF">
      <w:pPr>
        <w:spacing w:after="80" w:line="240" w:lineRule="auto"/>
        <w:rPr>
          <w:rFonts w:cs="Arial"/>
          <w:b/>
        </w:rPr>
      </w:pPr>
    </w:p>
    <w:p w14:paraId="418240ED" w14:textId="184F3B55" w:rsidR="00EE7779" w:rsidRPr="00B93E24" w:rsidRDefault="00EE7779" w:rsidP="002645FF">
      <w:pPr>
        <w:pStyle w:val="Odstavecseseznamem"/>
        <w:numPr>
          <w:ilvl w:val="1"/>
          <w:numId w:val="36"/>
        </w:numPr>
        <w:spacing w:after="120"/>
        <w:ind w:left="709" w:hanging="709"/>
        <w:rPr>
          <w:rFonts w:cs="Arial"/>
        </w:rPr>
      </w:pPr>
      <w:r w:rsidRPr="00B93E24">
        <w:rPr>
          <w:rFonts w:cs="Arial"/>
          <w:b/>
        </w:rPr>
        <w:t xml:space="preserve">Požadavky na parametry pro </w:t>
      </w:r>
      <w:r w:rsidR="002645FF">
        <w:rPr>
          <w:rFonts w:cs="Arial"/>
          <w:b/>
        </w:rPr>
        <w:t>E</w:t>
      </w:r>
      <w:r w:rsidRPr="00B93E24">
        <w:rPr>
          <w:rFonts w:cs="Arial"/>
          <w:b/>
        </w:rPr>
        <w:t>HV:</w:t>
      </w:r>
    </w:p>
    <w:p w14:paraId="3D019A57" w14:textId="0A2A5479" w:rsidR="00EE7779" w:rsidRPr="00023A65" w:rsidRDefault="002645FF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>
        <w:rPr>
          <w:rFonts w:cs="Arial"/>
        </w:rPr>
        <w:t>E</w:t>
      </w:r>
      <w:r w:rsidR="005928FB">
        <w:rPr>
          <w:rFonts w:cs="Arial"/>
        </w:rPr>
        <w:t xml:space="preserve">HV, kterými je </w:t>
      </w:r>
      <w:r w:rsidR="005928FB" w:rsidRPr="005928FB">
        <w:rPr>
          <w:rFonts w:cs="Arial"/>
        </w:rPr>
        <w:t>poskytován P</w:t>
      </w:r>
      <w:r w:rsidR="00EE7779" w:rsidRPr="005928FB">
        <w:rPr>
          <w:rFonts w:cs="Arial"/>
        </w:rPr>
        <w:t xml:space="preserve">ředmět </w:t>
      </w:r>
      <w:r w:rsidR="005928FB" w:rsidRPr="005928FB">
        <w:rPr>
          <w:rFonts w:cs="Arial"/>
        </w:rPr>
        <w:t>služeb</w:t>
      </w:r>
      <w:r w:rsidR="00EE7779" w:rsidRPr="005928FB">
        <w:rPr>
          <w:rFonts w:cs="Arial"/>
        </w:rPr>
        <w:t>, musí</w:t>
      </w:r>
      <w:r w:rsidR="00EE7779" w:rsidRPr="00B93E24">
        <w:rPr>
          <w:rFonts w:cs="Arial"/>
        </w:rPr>
        <w:t xml:space="preserve"> být schválená Drážním úřadem a být schopna vykonávat postrk a </w:t>
      </w:r>
      <w:r w:rsidR="00EE7779" w:rsidRPr="00023A65">
        <w:rPr>
          <w:rFonts w:cs="Arial"/>
        </w:rPr>
        <w:t>přípřež v traťovém úseku Brno-Maloměřice – Kutná Hora</w:t>
      </w:r>
      <w:r w:rsidR="00B3648E" w:rsidRPr="00023A65">
        <w:rPr>
          <w:rFonts w:cs="Arial"/>
        </w:rPr>
        <w:t>;</w:t>
      </w:r>
    </w:p>
    <w:p w14:paraId="018AD812" w14:textId="4E84D005" w:rsidR="00EE7779" w:rsidRPr="00B93E24" w:rsidRDefault="002645FF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023A65">
        <w:rPr>
          <w:rFonts w:cs="Arial"/>
        </w:rPr>
        <w:t>E</w:t>
      </w:r>
      <w:r w:rsidR="005928FB" w:rsidRPr="00023A65">
        <w:rPr>
          <w:rFonts w:cs="Arial"/>
        </w:rPr>
        <w:t>HV, kterými je poskytován P</w:t>
      </w:r>
      <w:r w:rsidR="00EE7779" w:rsidRPr="00023A65">
        <w:rPr>
          <w:rFonts w:cs="Arial"/>
        </w:rPr>
        <w:t xml:space="preserve">ředmět </w:t>
      </w:r>
      <w:r w:rsidR="005928FB" w:rsidRPr="00023A65">
        <w:rPr>
          <w:rFonts w:cs="Arial"/>
        </w:rPr>
        <w:t>služeb</w:t>
      </w:r>
      <w:r w:rsidR="00EE7779" w:rsidRPr="00023A65">
        <w:rPr>
          <w:rFonts w:cs="Arial"/>
        </w:rPr>
        <w:t xml:space="preserve"> budou plnit </w:t>
      </w:r>
      <w:r w:rsidR="005928FB" w:rsidRPr="00023A65">
        <w:rPr>
          <w:rFonts w:cs="Arial"/>
        </w:rPr>
        <w:t>P</w:t>
      </w:r>
      <w:r w:rsidR="00EE7779" w:rsidRPr="00023A65">
        <w:rPr>
          <w:rFonts w:cs="Arial"/>
        </w:rPr>
        <w:t xml:space="preserve">ředmět </w:t>
      </w:r>
      <w:r w:rsidR="005928FB" w:rsidRPr="00023A65">
        <w:rPr>
          <w:rFonts w:cs="Arial"/>
        </w:rPr>
        <w:t>služeb</w:t>
      </w:r>
      <w:r w:rsidR="00EE7779" w:rsidRPr="00023A65">
        <w:rPr>
          <w:rFonts w:cs="Arial"/>
        </w:rPr>
        <w:t xml:space="preserve"> na</w:t>
      </w:r>
      <w:r w:rsidR="00EE7779" w:rsidRPr="00B93E24">
        <w:rPr>
          <w:rFonts w:cs="Arial"/>
        </w:rPr>
        <w:t xml:space="preserve"> pokyn dispečerského aparátu </w:t>
      </w:r>
      <w:r w:rsidR="005928FB">
        <w:rPr>
          <w:rFonts w:cs="Arial"/>
        </w:rPr>
        <w:t>Objednatele</w:t>
      </w:r>
      <w:r w:rsidR="00EE7779" w:rsidRPr="00B93E24">
        <w:rPr>
          <w:rFonts w:cs="Arial"/>
        </w:rPr>
        <w:t xml:space="preserve"> podle aktuální potřeby </w:t>
      </w:r>
      <w:r w:rsidR="005928FB">
        <w:rPr>
          <w:rFonts w:cs="Arial"/>
        </w:rPr>
        <w:t>Objednatele</w:t>
      </w:r>
      <w:r w:rsidR="00EE7779" w:rsidRPr="00B93E24">
        <w:rPr>
          <w:rFonts w:cs="Arial"/>
        </w:rPr>
        <w:t xml:space="preserve">, rozmístění může být v celém traťovém úseku Brno-Maloměřice – Kutná Hora. Dislokace tak může být upravena na základě pokynů dispečerského aparátu </w:t>
      </w:r>
      <w:r w:rsidR="005928FB">
        <w:rPr>
          <w:rFonts w:cs="Arial"/>
        </w:rPr>
        <w:t>Objednatele</w:t>
      </w:r>
      <w:r w:rsidR="00EE7779" w:rsidRPr="00B93E24">
        <w:rPr>
          <w:rFonts w:cs="Arial"/>
        </w:rPr>
        <w:t xml:space="preserve"> dle požadavků provozní situace</w:t>
      </w:r>
      <w:r w:rsidR="00B3648E" w:rsidRPr="00B93E24">
        <w:rPr>
          <w:rFonts w:cs="Arial"/>
        </w:rPr>
        <w:t>;</w:t>
      </w:r>
    </w:p>
    <w:p w14:paraId="468FE38F" w14:textId="56A12F57" w:rsidR="00EE7779" w:rsidRPr="00B93E24" w:rsidRDefault="002645FF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>
        <w:rPr>
          <w:rFonts w:cs="Arial"/>
        </w:rPr>
        <w:t>E</w:t>
      </w:r>
      <w:r w:rsidR="00EE7779" w:rsidRPr="00B93E24">
        <w:rPr>
          <w:rFonts w:cs="Arial"/>
        </w:rPr>
        <w:t xml:space="preserve">HV, kterými je poskytován </w:t>
      </w:r>
      <w:r w:rsidR="005928FB">
        <w:rPr>
          <w:rFonts w:cs="Arial"/>
        </w:rPr>
        <w:t>Předmět služeb</w:t>
      </w:r>
      <w:r w:rsidR="00EE7779" w:rsidRPr="00B93E24">
        <w:rPr>
          <w:rFonts w:cs="Arial"/>
        </w:rPr>
        <w:t xml:space="preserve"> musí být vybavena tabletem s on-line připojením pro komunikaci s aplikacemi pro stažení aktuálního TJŘ a tabulkami TTP pro celý traťový úsek Brno-Maloměřice – Kutná Hora</w:t>
      </w:r>
      <w:r w:rsidR="00B3648E" w:rsidRPr="00B93E24">
        <w:rPr>
          <w:rFonts w:cs="Arial"/>
        </w:rPr>
        <w:t>;</w:t>
      </w:r>
    </w:p>
    <w:p w14:paraId="3363C0A8" w14:textId="7ECF8528" w:rsidR="00B3648E" w:rsidRPr="00B93E24" w:rsidRDefault="00B3648E" w:rsidP="002645FF">
      <w:pPr>
        <w:suppressAutoHyphens/>
        <w:spacing w:after="80" w:line="240" w:lineRule="auto"/>
        <w:ind w:left="720"/>
        <w:rPr>
          <w:rFonts w:cs="Arial"/>
          <w:b/>
        </w:rPr>
      </w:pPr>
    </w:p>
    <w:p w14:paraId="0D097964" w14:textId="1B0F2A01" w:rsidR="00EE7779" w:rsidRPr="00B93E24" w:rsidRDefault="00EE7779" w:rsidP="002645FF">
      <w:pPr>
        <w:pStyle w:val="Odstavecseseznamem"/>
        <w:keepNext/>
        <w:numPr>
          <w:ilvl w:val="1"/>
          <w:numId w:val="36"/>
        </w:numPr>
        <w:spacing w:after="120"/>
        <w:ind w:left="709" w:hanging="709"/>
        <w:rPr>
          <w:rFonts w:cs="Arial"/>
        </w:rPr>
      </w:pPr>
      <w:r w:rsidRPr="00B93E24">
        <w:rPr>
          <w:rFonts w:cs="Arial"/>
          <w:b/>
        </w:rPr>
        <w:t xml:space="preserve">Vybavení </w:t>
      </w:r>
      <w:r w:rsidR="002645FF">
        <w:rPr>
          <w:rFonts w:cs="Arial"/>
          <w:b/>
        </w:rPr>
        <w:t>E</w:t>
      </w:r>
      <w:r w:rsidRPr="00B93E24">
        <w:rPr>
          <w:rFonts w:cs="Arial"/>
          <w:b/>
        </w:rPr>
        <w:t>HV palubní části vlakového zabezpečovače</w:t>
      </w:r>
    </w:p>
    <w:p w14:paraId="3F82ACE5" w14:textId="643E19A1" w:rsidR="00EE7779" w:rsidRPr="00B93E24" w:rsidRDefault="002645FF" w:rsidP="002645FF">
      <w:pPr>
        <w:numPr>
          <w:ilvl w:val="0"/>
          <w:numId w:val="34"/>
        </w:numPr>
        <w:suppressAutoHyphens/>
        <w:spacing w:after="80" w:line="240" w:lineRule="auto"/>
        <w:rPr>
          <w:rFonts w:cs="Arial"/>
          <w:b/>
        </w:rPr>
      </w:pPr>
      <w:r>
        <w:rPr>
          <w:rFonts w:cs="Arial"/>
        </w:rPr>
        <w:t>E</w:t>
      </w:r>
      <w:r w:rsidR="00EE7779" w:rsidRPr="00B93E24">
        <w:rPr>
          <w:rFonts w:cs="Arial"/>
        </w:rPr>
        <w:t xml:space="preserve">HV, kterými je poskytován </w:t>
      </w:r>
      <w:r w:rsidR="005928FB">
        <w:rPr>
          <w:rFonts w:cs="Arial"/>
        </w:rPr>
        <w:t>Předmět služeb</w:t>
      </w:r>
      <w:r w:rsidR="00EE7779" w:rsidRPr="00B93E24">
        <w:rPr>
          <w:rFonts w:cs="Arial"/>
        </w:rPr>
        <w:t xml:space="preserve">, musí být vybaveny palubní částí národního vlakového zabezpečovače schváleného typu. Pokud bude </w:t>
      </w:r>
      <w:r>
        <w:rPr>
          <w:rFonts w:cs="Arial"/>
        </w:rPr>
        <w:t>E</w:t>
      </w:r>
      <w:r w:rsidR="00EE7779" w:rsidRPr="00B93E24">
        <w:rPr>
          <w:rFonts w:cs="Arial"/>
        </w:rPr>
        <w:t>HV vybaveno vlakovým zabezpečovač</w:t>
      </w:r>
      <w:r w:rsidR="009E3200" w:rsidRPr="00B93E24">
        <w:rPr>
          <w:rFonts w:cs="Arial"/>
        </w:rPr>
        <w:t>em</w:t>
      </w:r>
      <w:r w:rsidR="00EE7779" w:rsidRPr="00B93E24">
        <w:rPr>
          <w:rFonts w:cs="Arial"/>
        </w:rPr>
        <w:t xml:space="preserve"> typu MIREL VZ1, musí být použitá verze softwaru v04.</w:t>
      </w:r>
    </w:p>
    <w:p w14:paraId="24724879" w14:textId="77777777" w:rsidR="00B3648E" w:rsidRPr="00B93E24" w:rsidRDefault="00B3648E" w:rsidP="002645FF">
      <w:pPr>
        <w:suppressAutoHyphens/>
        <w:spacing w:after="80" w:line="240" w:lineRule="auto"/>
        <w:ind w:left="720"/>
        <w:rPr>
          <w:rFonts w:cs="Arial"/>
          <w:b/>
        </w:rPr>
      </w:pPr>
    </w:p>
    <w:p w14:paraId="132FB68B" w14:textId="3A5855B4" w:rsidR="00EE7779" w:rsidRPr="00B93E24" w:rsidRDefault="00EE7779" w:rsidP="002645FF">
      <w:pPr>
        <w:pStyle w:val="Odstavecseseznamem"/>
        <w:numPr>
          <w:ilvl w:val="1"/>
          <w:numId w:val="36"/>
        </w:numPr>
        <w:spacing w:after="120"/>
        <w:ind w:left="709" w:hanging="709"/>
        <w:rPr>
          <w:rFonts w:cs="Arial"/>
        </w:rPr>
      </w:pPr>
      <w:r w:rsidRPr="00B93E24">
        <w:rPr>
          <w:rFonts w:cs="Arial"/>
          <w:b/>
        </w:rPr>
        <w:t xml:space="preserve">Vybavení </w:t>
      </w:r>
      <w:r w:rsidR="002645FF">
        <w:rPr>
          <w:rFonts w:cs="Arial"/>
          <w:b/>
        </w:rPr>
        <w:t>E</w:t>
      </w:r>
      <w:r w:rsidRPr="00B93E24">
        <w:rPr>
          <w:rFonts w:cs="Arial"/>
          <w:b/>
        </w:rPr>
        <w:t>HV částí rádiového systému</w:t>
      </w:r>
    </w:p>
    <w:p w14:paraId="192BD43F" w14:textId="77777777" w:rsidR="00B93E24" w:rsidRPr="00B93E24" w:rsidRDefault="00B93E24" w:rsidP="002645FF">
      <w:pPr>
        <w:pStyle w:val="Odstavecseseznamem"/>
        <w:spacing w:after="120"/>
        <w:ind w:left="709"/>
        <w:rPr>
          <w:rFonts w:cs="Arial"/>
        </w:rPr>
      </w:pPr>
    </w:p>
    <w:p w14:paraId="287AB4CF" w14:textId="2DFF6B6C" w:rsidR="00EE7779" w:rsidRPr="00B93E24" w:rsidRDefault="002645FF" w:rsidP="002645FF">
      <w:pPr>
        <w:pStyle w:val="Odstavecseseznamem"/>
        <w:numPr>
          <w:ilvl w:val="0"/>
          <w:numId w:val="34"/>
        </w:numPr>
        <w:spacing w:before="120" w:after="120" w:line="240" w:lineRule="auto"/>
        <w:rPr>
          <w:rFonts w:cs="Arial"/>
        </w:rPr>
      </w:pPr>
      <w:r>
        <w:rPr>
          <w:rFonts w:cs="Arial"/>
        </w:rPr>
        <w:t>E</w:t>
      </w:r>
      <w:r w:rsidR="00EE7779" w:rsidRPr="00B93E24">
        <w:rPr>
          <w:rFonts w:cs="Arial"/>
        </w:rPr>
        <w:t xml:space="preserve">HV, kterými je poskytován </w:t>
      </w:r>
      <w:r w:rsidR="005928FB">
        <w:rPr>
          <w:rFonts w:cs="Arial"/>
        </w:rPr>
        <w:t>Předmět služeb</w:t>
      </w:r>
      <w:r w:rsidR="00EE7779" w:rsidRPr="00B93E24">
        <w:rPr>
          <w:rFonts w:cs="Arial"/>
        </w:rPr>
        <w:t xml:space="preserve">, musí mít vozidlovou radiostanici pracující v systémech GSM-R/GSM-P (900 MHz), TRS (450 MHz) a MRS (150 MHz). Vozidlová radiostanice musí být schválená včetně SW pro ČR podle </w:t>
      </w:r>
      <w:r w:rsidR="00256810" w:rsidRPr="00B93E24">
        <w:rPr>
          <w:rFonts w:cs="Arial"/>
        </w:rPr>
        <w:t>Směrnic</w:t>
      </w:r>
      <w:r w:rsidR="00256810">
        <w:rPr>
          <w:rFonts w:cs="Arial"/>
        </w:rPr>
        <w:t>e</w:t>
      </w:r>
      <w:r w:rsidR="00256810" w:rsidRPr="00B93E24">
        <w:rPr>
          <w:rFonts w:cs="Arial"/>
        </w:rPr>
        <w:t xml:space="preserve"> </w:t>
      </w:r>
      <w:r w:rsidR="00EE7779" w:rsidRPr="00B93E24">
        <w:rPr>
          <w:rFonts w:cs="Arial"/>
        </w:rPr>
        <w:t>SŽDC č. 35 čj. 19694/2017-SŽDC-O14</w:t>
      </w:r>
      <w:r w:rsidR="009E3200" w:rsidRPr="00B93E24">
        <w:rPr>
          <w:rFonts w:cs="Arial"/>
        </w:rPr>
        <w:t xml:space="preserve">, která je </w:t>
      </w:r>
      <w:r w:rsidR="009E3200" w:rsidRPr="005928FB">
        <w:rPr>
          <w:rFonts w:cs="Arial"/>
        </w:rPr>
        <w:t>uvedena v</w:t>
      </w:r>
      <w:r w:rsidR="00EE7779" w:rsidRPr="005928FB">
        <w:rPr>
          <w:rFonts w:cs="Arial"/>
        </w:rPr>
        <w:t> </w:t>
      </w:r>
      <w:r w:rsidRPr="005928FB">
        <w:rPr>
          <w:rFonts w:cs="Arial"/>
        </w:rPr>
        <w:t>příloze č. 2</w:t>
      </w:r>
      <w:r w:rsidR="00EE7779" w:rsidRPr="005928FB">
        <w:rPr>
          <w:rFonts w:cs="Arial"/>
        </w:rPr>
        <w:t xml:space="preserve"> tohoto</w:t>
      </w:r>
      <w:r w:rsidR="00EE7779" w:rsidRPr="00B93E24">
        <w:rPr>
          <w:rFonts w:cs="Arial"/>
        </w:rPr>
        <w:t xml:space="preserve"> dokumentu.</w:t>
      </w:r>
    </w:p>
    <w:p w14:paraId="06773987" w14:textId="77777777" w:rsidR="00EE7779" w:rsidRPr="00B93E24" w:rsidRDefault="00EE7779" w:rsidP="002645FF">
      <w:pPr>
        <w:spacing w:after="80" w:line="240" w:lineRule="auto"/>
        <w:ind w:left="720"/>
        <w:rPr>
          <w:rFonts w:cs="Arial"/>
        </w:rPr>
      </w:pPr>
    </w:p>
    <w:p w14:paraId="26E698BB" w14:textId="4F96F429" w:rsidR="00EE7779" w:rsidRPr="00B93E24" w:rsidRDefault="00EE7779" w:rsidP="002645FF">
      <w:pPr>
        <w:pStyle w:val="Odstavecseseznamem"/>
        <w:numPr>
          <w:ilvl w:val="1"/>
          <w:numId w:val="36"/>
        </w:numPr>
        <w:spacing w:after="360"/>
        <w:ind w:left="709" w:hanging="709"/>
        <w:rPr>
          <w:rFonts w:cs="Arial"/>
        </w:rPr>
      </w:pPr>
      <w:r w:rsidRPr="00B93E24">
        <w:rPr>
          <w:rFonts w:cs="Arial"/>
          <w:b/>
        </w:rPr>
        <w:t xml:space="preserve">Vybavení </w:t>
      </w:r>
      <w:r w:rsidR="002645FF">
        <w:rPr>
          <w:rFonts w:cs="Arial"/>
          <w:b/>
        </w:rPr>
        <w:t>E</w:t>
      </w:r>
      <w:r w:rsidRPr="00B93E24">
        <w:rPr>
          <w:rFonts w:cs="Arial"/>
          <w:b/>
        </w:rPr>
        <w:t>HV systémem měření spotřeby trakční elektřiny</w:t>
      </w:r>
    </w:p>
    <w:p w14:paraId="777E099C" w14:textId="4611EE61" w:rsidR="00EE7779" w:rsidRPr="00B93E24" w:rsidRDefault="002645FF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  <w:b/>
        </w:rPr>
      </w:pPr>
      <w:r>
        <w:rPr>
          <w:rFonts w:cs="Arial"/>
        </w:rPr>
        <w:t>E</w:t>
      </w:r>
      <w:r w:rsidR="00EE7779" w:rsidRPr="00B93E24">
        <w:rPr>
          <w:rFonts w:cs="Arial"/>
        </w:rPr>
        <w:t xml:space="preserve">HV, kterými je poskytován </w:t>
      </w:r>
      <w:r w:rsidR="005928FB">
        <w:rPr>
          <w:rFonts w:cs="Arial"/>
        </w:rPr>
        <w:t>Předmět služeb</w:t>
      </w:r>
      <w:r w:rsidR="00EE7779" w:rsidRPr="00B93E24">
        <w:rPr>
          <w:rFonts w:cs="Arial"/>
        </w:rPr>
        <w:t>, budou vybaveny systémem měření spotřeby trakční elektřiny (EMS)</w:t>
      </w:r>
      <w:r w:rsidR="001D6EA1">
        <w:rPr>
          <w:rFonts w:cs="Arial"/>
        </w:rPr>
        <w:t xml:space="preserve"> dle řady norem EN 50463 – 1 až 5</w:t>
      </w:r>
      <w:r w:rsidR="00B93E24" w:rsidRPr="00B93E24">
        <w:rPr>
          <w:rFonts w:cs="Arial"/>
        </w:rPr>
        <w:t>.</w:t>
      </w:r>
    </w:p>
    <w:p w14:paraId="42EA0A7B" w14:textId="77777777" w:rsidR="009E3200" w:rsidRPr="00B93E24" w:rsidRDefault="009E3200" w:rsidP="002645FF">
      <w:pPr>
        <w:pStyle w:val="Odstavecseseznamem"/>
        <w:suppressAutoHyphens/>
        <w:spacing w:after="80" w:line="240" w:lineRule="auto"/>
        <w:contextualSpacing w:val="0"/>
        <w:rPr>
          <w:rFonts w:cs="Arial"/>
          <w:b/>
        </w:rPr>
      </w:pPr>
    </w:p>
    <w:p w14:paraId="3943910B" w14:textId="77777777" w:rsidR="00EE7779" w:rsidRPr="00B93E24" w:rsidRDefault="00EE7779" w:rsidP="002645FF">
      <w:pPr>
        <w:pStyle w:val="Odstavecseseznamem"/>
        <w:numPr>
          <w:ilvl w:val="1"/>
          <w:numId w:val="36"/>
        </w:numPr>
        <w:ind w:left="709" w:hanging="709"/>
        <w:rPr>
          <w:rFonts w:cs="Arial"/>
        </w:rPr>
      </w:pPr>
      <w:r w:rsidRPr="00B93E24">
        <w:rPr>
          <w:rFonts w:cs="Arial"/>
          <w:b/>
        </w:rPr>
        <w:t>Trakční spotřeba:</w:t>
      </w:r>
    </w:p>
    <w:p w14:paraId="70203812" w14:textId="40E53B84" w:rsidR="00EE7779" w:rsidRPr="00B93E24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B93E24">
        <w:rPr>
          <w:rFonts w:cs="Arial"/>
        </w:rPr>
        <w:t>s</w:t>
      </w:r>
      <w:r w:rsidR="00EE7779" w:rsidRPr="00B93E24">
        <w:rPr>
          <w:rFonts w:cs="Arial"/>
        </w:rPr>
        <w:t xml:space="preserve">potřeba elektřiny </w:t>
      </w:r>
      <w:r w:rsidR="002645FF">
        <w:rPr>
          <w:rFonts w:cs="Arial"/>
        </w:rPr>
        <w:t>E</w:t>
      </w:r>
      <w:r w:rsidR="00EE7779" w:rsidRPr="00B93E24">
        <w:rPr>
          <w:rFonts w:cs="Arial"/>
        </w:rPr>
        <w:t>HV při výkonu přípřeže bude součástí určení spotřeby daného vlaku</w:t>
      </w:r>
      <w:r w:rsidRPr="00B93E24">
        <w:rPr>
          <w:rFonts w:cs="Arial"/>
        </w:rPr>
        <w:t>;</w:t>
      </w:r>
    </w:p>
    <w:p w14:paraId="1F140C04" w14:textId="57FA4060" w:rsidR="00EE7779" w:rsidRPr="00B93E24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B93E24">
        <w:rPr>
          <w:rFonts w:cs="Arial"/>
        </w:rPr>
        <w:t>s</w:t>
      </w:r>
      <w:r w:rsidR="00EE7779" w:rsidRPr="00B93E24">
        <w:rPr>
          <w:rFonts w:cs="Arial"/>
        </w:rPr>
        <w:t xml:space="preserve">potřeba elektřiny </w:t>
      </w:r>
      <w:r w:rsidR="002645FF">
        <w:rPr>
          <w:rFonts w:cs="Arial"/>
        </w:rPr>
        <w:t>E</w:t>
      </w:r>
      <w:r w:rsidR="00EE7779" w:rsidRPr="00B93E24">
        <w:rPr>
          <w:rFonts w:cs="Arial"/>
        </w:rPr>
        <w:t xml:space="preserve">HV při výkonu postrku bude součástí určení spotřeby </w:t>
      </w:r>
      <w:r w:rsidR="005928FB">
        <w:rPr>
          <w:rFonts w:cs="Arial"/>
        </w:rPr>
        <w:t>Objednatele</w:t>
      </w:r>
      <w:r w:rsidRPr="00B93E24">
        <w:rPr>
          <w:rFonts w:cs="Arial"/>
        </w:rPr>
        <w:t>;</w:t>
      </w:r>
    </w:p>
    <w:p w14:paraId="5F1DCA7F" w14:textId="15D091B6" w:rsidR="00EE7779" w:rsidRPr="00B93E24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B93E24">
        <w:rPr>
          <w:rFonts w:cs="Arial"/>
        </w:rPr>
        <w:t>s</w:t>
      </w:r>
      <w:r w:rsidR="00EE7779" w:rsidRPr="00B93E24">
        <w:rPr>
          <w:rFonts w:cs="Arial"/>
        </w:rPr>
        <w:t xml:space="preserve">potřeba elektřiny </w:t>
      </w:r>
      <w:r w:rsidR="002645FF">
        <w:rPr>
          <w:rFonts w:cs="Arial"/>
        </w:rPr>
        <w:t>E</w:t>
      </w:r>
      <w:r w:rsidR="00EE7779" w:rsidRPr="00B93E24">
        <w:rPr>
          <w:rFonts w:cs="Arial"/>
        </w:rPr>
        <w:t xml:space="preserve">HV při výkonu posunu v dislokačních žst. a technologická spotřeba </w:t>
      </w:r>
      <w:r w:rsidR="002645FF">
        <w:rPr>
          <w:rFonts w:cs="Arial"/>
        </w:rPr>
        <w:t>E</w:t>
      </w:r>
      <w:r w:rsidR="00EE7779" w:rsidRPr="00B93E24">
        <w:rPr>
          <w:rFonts w:cs="Arial"/>
        </w:rPr>
        <w:t xml:space="preserve">HV při stání v těchto dislokačních žst. bude součástí určení spotřeby </w:t>
      </w:r>
      <w:r w:rsidR="005928FB">
        <w:rPr>
          <w:rFonts w:cs="Arial"/>
        </w:rPr>
        <w:t>Objednatele</w:t>
      </w:r>
      <w:r w:rsidRPr="00B93E24">
        <w:rPr>
          <w:rFonts w:cs="Arial"/>
        </w:rPr>
        <w:t>;</w:t>
      </w:r>
    </w:p>
    <w:p w14:paraId="14EE4A33" w14:textId="507E139C" w:rsidR="00EE7779" w:rsidRPr="00B93E24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B93E24">
        <w:rPr>
          <w:rFonts w:cs="Arial"/>
        </w:rPr>
        <w:t>n</w:t>
      </w:r>
      <w:r w:rsidR="00EE7779" w:rsidRPr="00B93E24">
        <w:rPr>
          <w:rFonts w:cs="Arial"/>
        </w:rPr>
        <w:t xml:space="preserve">áklady na trakční energii související s režijními jízdami postrkového </w:t>
      </w:r>
      <w:r w:rsidR="002645FF">
        <w:rPr>
          <w:rFonts w:cs="Arial"/>
        </w:rPr>
        <w:t>E</w:t>
      </w:r>
      <w:r w:rsidR="00EE7779" w:rsidRPr="00B93E24">
        <w:rPr>
          <w:rFonts w:cs="Arial"/>
        </w:rPr>
        <w:t xml:space="preserve">HV (předpoklad zavedení v ISOŘ jako lokomotivní vlak Lv) </w:t>
      </w:r>
      <w:r w:rsidR="00256810">
        <w:rPr>
          <w:rFonts w:cs="Arial"/>
        </w:rPr>
        <w:t xml:space="preserve">na </w:t>
      </w:r>
      <w:r w:rsidR="002645FF">
        <w:rPr>
          <w:rFonts w:cs="Arial"/>
        </w:rPr>
        <w:t xml:space="preserve">traťovém </w:t>
      </w:r>
      <w:r w:rsidR="00256810">
        <w:rPr>
          <w:rFonts w:cs="Arial"/>
        </w:rPr>
        <w:t xml:space="preserve">úseku </w:t>
      </w:r>
      <w:r w:rsidR="00A71267">
        <w:rPr>
          <w:rFonts w:cs="Arial"/>
        </w:rPr>
        <w:t xml:space="preserve">Brno-Maloměřice – Kutná Hora na pokyn </w:t>
      </w:r>
      <w:r w:rsidR="005928FB">
        <w:rPr>
          <w:rFonts w:cs="Arial"/>
        </w:rPr>
        <w:t>Objednatele</w:t>
      </w:r>
      <w:r w:rsidR="00A71267">
        <w:rPr>
          <w:rFonts w:cs="Arial"/>
        </w:rPr>
        <w:t xml:space="preserve"> </w:t>
      </w:r>
      <w:r w:rsidR="00EE7779" w:rsidRPr="00B93E24">
        <w:rPr>
          <w:rFonts w:cs="Arial"/>
        </w:rPr>
        <w:t xml:space="preserve">budou součástí určení spotřeby </w:t>
      </w:r>
      <w:r w:rsidR="005928FB">
        <w:rPr>
          <w:rFonts w:cs="Arial"/>
        </w:rPr>
        <w:t>Objednatele</w:t>
      </w:r>
      <w:r w:rsidR="00EE7779" w:rsidRPr="00B93E24">
        <w:rPr>
          <w:rFonts w:cs="Arial"/>
        </w:rPr>
        <w:t>.</w:t>
      </w:r>
    </w:p>
    <w:p w14:paraId="14A134C3" w14:textId="77777777" w:rsidR="00EE7779" w:rsidRPr="00B93E24" w:rsidRDefault="00EE7779" w:rsidP="002645FF">
      <w:pPr>
        <w:pStyle w:val="Odstavecseseznamem"/>
        <w:spacing w:after="80" w:line="240" w:lineRule="auto"/>
        <w:rPr>
          <w:rFonts w:cs="Arial"/>
        </w:rPr>
      </w:pPr>
    </w:p>
    <w:p w14:paraId="0771D317" w14:textId="77777777" w:rsidR="00EE7779" w:rsidRPr="00B93E24" w:rsidRDefault="00EE7779" w:rsidP="002645FF">
      <w:pPr>
        <w:pStyle w:val="Odstavecseseznamem"/>
        <w:numPr>
          <w:ilvl w:val="1"/>
          <w:numId w:val="36"/>
        </w:numPr>
        <w:ind w:left="709" w:hanging="709"/>
        <w:rPr>
          <w:rFonts w:cs="Arial"/>
          <w:b/>
        </w:rPr>
      </w:pPr>
      <w:r w:rsidRPr="00B93E24">
        <w:rPr>
          <w:rFonts w:cs="Arial"/>
          <w:b/>
        </w:rPr>
        <w:t>Ostatní požadavky:</w:t>
      </w:r>
    </w:p>
    <w:p w14:paraId="34BBE050" w14:textId="45019D36" w:rsidR="00EE7779" w:rsidRPr="00B93E24" w:rsidRDefault="005928FB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>
        <w:rPr>
          <w:rFonts w:cs="Arial"/>
        </w:rPr>
        <w:t>Poskytovatel</w:t>
      </w:r>
      <w:r w:rsidR="00EE7779" w:rsidRPr="00B93E24">
        <w:rPr>
          <w:rFonts w:cs="Arial"/>
        </w:rPr>
        <w:t xml:space="preserve"> na vlastní licenci provádí Lv jízdy a posun ve stanicích na základě pokynu dispečerského aparátu </w:t>
      </w:r>
      <w:r>
        <w:rPr>
          <w:rFonts w:cs="Arial"/>
        </w:rPr>
        <w:t>Objednatele</w:t>
      </w:r>
      <w:r w:rsidR="00EE7779" w:rsidRPr="00B93E24">
        <w:rPr>
          <w:rFonts w:cs="Arial"/>
        </w:rPr>
        <w:t>. Jízdy na postrku/přípřeži pak vykonává na licenci dopravce, kterému je postrk/přípřež poskytnut;</w:t>
      </w:r>
    </w:p>
    <w:p w14:paraId="2699376E" w14:textId="10AEE194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B93E24">
        <w:rPr>
          <w:rFonts w:cs="Arial"/>
        </w:rPr>
        <w:t xml:space="preserve">postrk/přípřež je objednáván dopravci u </w:t>
      </w:r>
      <w:r w:rsidR="005928FB">
        <w:rPr>
          <w:rFonts w:cs="Arial"/>
        </w:rPr>
        <w:t>Objednavatele</w:t>
      </w:r>
      <w:r w:rsidRPr="00B93E24">
        <w:rPr>
          <w:rFonts w:cs="Arial"/>
        </w:rPr>
        <w:t xml:space="preserve">, který vykonává činnosti spojené s dirigováním </w:t>
      </w:r>
      <w:r w:rsidR="002645FF">
        <w:rPr>
          <w:rFonts w:cs="Arial"/>
        </w:rPr>
        <w:t>E</w:t>
      </w:r>
      <w:r w:rsidRPr="00B93E24">
        <w:rPr>
          <w:rFonts w:cs="Arial"/>
        </w:rPr>
        <w:t xml:space="preserve">HV (rozhodování, které </w:t>
      </w:r>
      <w:r w:rsidR="002645FF">
        <w:rPr>
          <w:rFonts w:cs="Arial"/>
        </w:rPr>
        <w:t>E</w:t>
      </w:r>
      <w:r w:rsidRPr="00B93E24">
        <w:rPr>
          <w:rFonts w:cs="Arial"/>
        </w:rPr>
        <w:t xml:space="preserve">HV na kterém vlaku bude vykonávat postrk/přípřež, rozhodování o Lv jízdách </w:t>
      </w:r>
      <w:r w:rsidR="002645FF">
        <w:rPr>
          <w:rFonts w:cs="Arial"/>
        </w:rPr>
        <w:t>E</w:t>
      </w:r>
      <w:r w:rsidR="005928FB">
        <w:rPr>
          <w:rFonts w:cs="Arial"/>
        </w:rPr>
        <w:t>HV), P</w:t>
      </w:r>
      <w:r w:rsidRPr="00B93E24">
        <w:rPr>
          <w:rFonts w:cs="Arial"/>
        </w:rPr>
        <w:t xml:space="preserve">oskytovatel poskytne postrk/přípřež pouze vlakům určeným </w:t>
      </w:r>
      <w:r w:rsidR="005928FB">
        <w:rPr>
          <w:rFonts w:cs="Arial"/>
        </w:rPr>
        <w:t>Objednatelem</w:t>
      </w:r>
      <w:r w:rsidRPr="00B93E24">
        <w:rPr>
          <w:rFonts w:cs="Arial"/>
        </w:rPr>
        <w:t>;</w:t>
      </w:r>
    </w:p>
    <w:p w14:paraId="5EF02CAF" w14:textId="11354FC1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B93E24">
        <w:rPr>
          <w:rFonts w:cs="Arial"/>
        </w:rPr>
        <w:t xml:space="preserve">Dispečerský aparát </w:t>
      </w:r>
      <w:r w:rsidR="005928FB">
        <w:rPr>
          <w:rFonts w:cs="Arial"/>
        </w:rPr>
        <w:t>Objednatele</w:t>
      </w:r>
      <w:r w:rsidRPr="00B93E24">
        <w:rPr>
          <w:rFonts w:cs="Arial"/>
        </w:rPr>
        <w:t xml:space="preserve"> bude komunikovat přímo se strojvedoucími </w:t>
      </w:r>
      <w:r w:rsidR="002645FF">
        <w:rPr>
          <w:rFonts w:cs="Arial"/>
        </w:rPr>
        <w:t>E</w:t>
      </w:r>
      <w:r w:rsidRPr="00B93E24">
        <w:rPr>
          <w:rFonts w:cs="Arial"/>
        </w:rPr>
        <w:t xml:space="preserve">HV, kterými je poskytován </w:t>
      </w:r>
      <w:r w:rsidR="005928FB">
        <w:rPr>
          <w:rFonts w:cs="Arial"/>
        </w:rPr>
        <w:t>Předmět služeb</w:t>
      </w:r>
      <w:r w:rsidRPr="00B93E24">
        <w:rPr>
          <w:rFonts w:cs="Arial"/>
        </w:rPr>
        <w:t xml:space="preserve">. </w:t>
      </w:r>
    </w:p>
    <w:p w14:paraId="3EEF187B" w14:textId="778B6B32" w:rsidR="00EE7779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B93E24">
        <w:rPr>
          <w:rFonts w:cs="Arial"/>
        </w:rPr>
        <w:t xml:space="preserve">informace do IS ŘP o </w:t>
      </w:r>
      <w:r w:rsidR="004D56F3">
        <w:rPr>
          <w:rFonts w:cs="Arial"/>
        </w:rPr>
        <w:t>poskytování postrku/přípřeže</w:t>
      </w:r>
      <w:r w:rsidRPr="00B93E24">
        <w:rPr>
          <w:rFonts w:cs="Arial"/>
        </w:rPr>
        <w:t xml:space="preserve"> bude zadávat určený provozní dispečer </w:t>
      </w:r>
      <w:r w:rsidR="005928FB">
        <w:rPr>
          <w:rFonts w:cs="Arial"/>
        </w:rPr>
        <w:t>Objednatele</w:t>
      </w:r>
      <w:r w:rsidRPr="00B93E24">
        <w:rPr>
          <w:rFonts w:cs="Arial"/>
        </w:rPr>
        <w:t xml:space="preserve">, včetně přídělu tras pro strojové jízdy. </w:t>
      </w:r>
    </w:p>
    <w:p w14:paraId="0E0D6EA5" w14:textId="24EC186B" w:rsidR="009E3200" w:rsidRPr="00B93E24" w:rsidRDefault="00EE7779" w:rsidP="002645FF">
      <w:pPr>
        <w:numPr>
          <w:ilvl w:val="0"/>
          <w:numId w:val="34"/>
        </w:numPr>
        <w:suppressAutoHyphens/>
        <w:spacing w:after="120" w:line="240" w:lineRule="auto"/>
      </w:pPr>
      <w:r w:rsidRPr="00B93E24">
        <w:rPr>
          <w:rFonts w:cs="Arial"/>
        </w:rPr>
        <w:t>ostatní činnosti spojené s</w:t>
      </w:r>
      <w:r w:rsidR="005928FB">
        <w:rPr>
          <w:rFonts w:cs="Arial"/>
        </w:rPr>
        <w:t> Předmětem služeb</w:t>
      </w:r>
      <w:r w:rsidRPr="00B93E24">
        <w:rPr>
          <w:rFonts w:cs="Arial"/>
        </w:rPr>
        <w:t xml:space="preserve"> vykonává </w:t>
      </w:r>
      <w:r w:rsidR="005928FB">
        <w:rPr>
          <w:rFonts w:cs="Arial"/>
        </w:rPr>
        <w:t>Poskytovatel</w:t>
      </w:r>
      <w:r w:rsidRPr="00B93E24">
        <w:rPr>
          <w:rFonts w:cs="Arial"/>
        </w:rPr>
        <w:t>, není-li stanoveno jinak</w:t>
      </w:r>
      <w:r w:rsidR="00B93E24">
        <w:rPr>
          <w:rFonts w:cs="Arial"/>
        </w:rPr>
        <w:t>.</w:t>
      </w:r>
    </w:p>
    <w:p w14:paraId="03A4DC12" w14:textId="77777777" w:rsidR="009E3200" w:rsidRPr="00B93E24" w:rsidRDefault="009E3200" w:rsidP="002645FF">
      <w:pPr>
        <w:suppressAutoHyphens/>
        <w:spacing w:after="80" w:line="240" w:lineRule="auto"/>
        <w:ind w:left="720"/>
      </w:pPr>
    </w:p>
    <w:p w14:paraId="669B4127" w14:textId="6A6DD49D" w:rsidR="009E3200" w:rsidRPr="00B93E24" w:rsidRDefault="009E3200" w:rsidP="002645FF">
      <w:pPr>
        <w:pStyle w:val="Odstavecseseznamem"/>
        <w:numPr>
          <w:ilvl w:val="1"/>
          <w:numId w:val="36"/>
        </w:numPr>
        <w:rPr>
          <w:b/>
        </w:rPr>
      </w:pPr>
      <w:r w:rsidRPr="00B93E24">
        <w:rPr>
          <w:b/>
        </w:rPr>
        <w:t>Seznam příloh:</w:t>
      </w:r>
    </w:p>
    <w:p w14:paraId="04FBFD6C" w14:textId="5ADC1F14" w:rsidR="00430FB5" w:rsidRDefault="006B54BE" w:rsidP="002645FF">
      <w:pPr>
        <w:pStyle w:val="Odstavecseseznamem"/>
        <w:numPr>
          <w:ilvl w:val="0"/>
          <w:numId w:val="38"/>
        </w:numPr>
        <w:suppressAutoHyphens/>
        <w:spacing w:after="80" w:line="240" w:lineRule="auto"/>
      </w:pPr>
      <w:r>
        <w:t>Přehled technických normativů hmotnosti</w:t>
      </w:r>
    </w:p>
    <w:p w14:paraId="6D1F7239" w14:textId="5235C664" w:rsidR="009E3200" w:rsidRPr="00B93E24" w:rsidRDefault="00430FB5" w:rsidP="002645FF">
      <w:pPr>
        <w:pStyle w:val="Odstavecseseznamem"/>
        <w:numPr>
          <w:ilvl w:val="0"/>
          <w:numId w:val="38"/>
        </w:numPr>
        <w:suppressAutoHyphens/>
        <w:spacing w:after="80" w:line="240" w:lineRule="auto"/>
      </w:pPr>
      <w:r w:rsidRPr="00430FB5">
        <w:rPr>
          <w:rFonts w:cs="Arial"/>
        </w:rPr>
        <w:t>Směrnice</w:t>
      </w:r>
      <w:r w:rsidR="009E3200" w:rsidRPr="00430FB5">
        <w:rPr>
          <w:rFonts w:cs="Arial"/>
        </w:rPr>
        <w:t xml:space="preserve"> SŽDC č. 35 čj. 19694/2017-SŽDC-O14</w:t>
      </w:r>
    </w:p>
    <w:p w14:paraId="6F46F5DE" w14:textId="77777777" w:rsidR="00EE7779" w:rsidRPr="00B93E24" w:rsidRDefault="00EE7779" w:rsidP="002645FF">
      <w:pPr>
        <w:spacing w:after="80" w:line="240" w:lineRule="auto"/>
        <w:ind w:left="720"/>
      </w:pPr>
    </w:p>
    <w:p w14:paraId="1D361DA0" w14:textId="77777777" w:rsidR="009F392E" w:rsidRPr="00B93E24" w:rsidRDefault="009F392E" w:rsidP="002645FF"/>
    <w:sectPr w:rsidR="009F392E" w:rsidRPr="00B93E2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98784" w14:textId="77777777" w:rsidR="00FB0BF0" w:rsidRDefault="00FB0BF0" w:rsidP="00962258">
      <w:pPr>
        <w:spacing w:after="0" w:line="240" w:lineRule="auto"/>
      </w:pPr>
      <w:r>
        <w:separator/>
      </w:r>
    </w:p>
  </w:endnote>
  <w:endnote w:type="continuationSeparator" w:id="0">
    <w:p w14:paraId="52D29738" w14:textId="77777777" w:rsidR="00FB0BF0" w:rsidRDefault="00FB0B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9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69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822A2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FA31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9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69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3FDB4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455D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5D246" w14:textId="77777777" w:rsidR="00FB0BF0" w:rsidRDefault="00FB0BF0" w:rsidP="00962258">
      <w:pPr>
        <w:spacing w:after="0" w:line="240" w:lineRule="auto"/>
      </w:pPr>
      <w:r>
        <w:separator/>
      </w:r>
    </w:p>
  </w:footnote>
  <w:footnote w:type="continuationSeparator" w:id="0">
    <w:p w14:paraId="00B5274B" w14:textId="77777777" w:rsidR="00FB0BF0" w:rsidRDefault="00FB0B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abstractNum w:abstractNumId="13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23A65"/>
    <w:rsid w:val="00072C1E"/>
    <w:rsid w:val="000C1B52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928FB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B54BE"/>
    <w:rsid w:val="006D7AFE"/>
    <w:rsid w:val="006E0578"/>
    <w:rsid w:val="006E314D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56A7"/>
    <w:rsid w:val="00807DD0"/>
    <w:rsid w:val="008574AF"/>
    <w:rsid w:val="008640D9"/>
    <w:rsid w:val="008659F3"/>
    <w:rsid w:val="00886D4B"/>
    <w:rsid w:val="0088702D"/>
    <w:rsid w:val="00895406"/>
    <w:rsid w:val="008A3568"/>
    <w:rsid w:val="008D03B9"/>
    <w:rsid w:val="008F18D6"/>
    <w:rsid w:val="00900AB6"/>
    <w:rsid w:val="00904780"/>
    <w:rsid w:val="00922385"/>
    <w:rsid w:val="009223DF"/>
    <w:rsid w:val="0092336F"/>
    <w:rsid w:val="00923DE9"/>
    <w:rsid w:val="00936091"/>
    <w:rsid w:val="00940D8A"/>
    <w:rsid w:val="00950ABA"/>
    <w:rsid w:val="00962258"/>
    <w:rsid w:val="009678B7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12CBC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7AE3"/>
    <w:rsid w:val="00C80068"/>
    <w:rsid w:val="00C83C94"/>
    <w:rsid w:val="00CC6937"/>
    <w:rsid w:val="00CD1FC4"/>
    <w:rsid w:val="00D21061"/>
    <w:rsid w:val="00D4108E"/>
    <w:rsid w:val="00D45838"/>
    <w:rsid w:val="00D521DB"/>
    <w:rsid w:val="00D5721B"/>
    <w:rsid w:val="00D6163D"/>
    <w:rsid w:val="00D62FDF"/>
    <w:rsid w:val="00D73D46"/>
    <w:rsid w:val="00D831A3"/>
    <w:rsid w:val="00D869F2"/>
    <w:rsid w:val="00DA1569"/>
    <w:rsid w:val="00DB1BA6"/>
    <w:rsid w:val="00DC75F3"/>
    <w:rsid w:val="00DD46F3"/>
    <w:rsid w:val="00DE56F2"/>
    <w:rsid w:val="00DF116D"/>
    <w:rsid w:val="00E36C4A"/>
    <w:rsid w:val="00E83A12"/>
    <w:rsid w:val="00E8440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0BF0"/>
    <w:rsid w:val="00FC6389"/>
    <w:rsid w:val="00FF029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980E66-13FB-486E-B194-50B26CA6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713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7</cp:revision>
  <cp:lastPrinted>2020-07-15T06:29:00Z</cp:lastPrinted>
  <dcterms:created xsi:type="dcterms:W3CDTF">2020-07-20T13:40:00Z</dcterms:created>
  <dcterms:modified xsi:type="dcterms:W3CDTF">2020-07-21T10:58:00Z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